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BE0" w:rsidRPr="007B3753" w:rsidRDefault="008D5BE0">
      <w:pPr>
        <w:rPr>
          <w:sz w:val="28"/>
          <w:szCs w:val="28"/>
          <w:lang w:val="it-IT"/>
        </w:rPr>
      </w:pPr>
      <w:r w:rsidRPr="007B3753">
        <w:rPr>
          <w:sz w:val="28"/>
          <w:szCs w:val="28"/>
          <w:lang w:val="it-IT"/>
        </w:rPr>
        <w:t>Elev:BOLFEA IULIAN</w:t>
      </w:r>
    </w:p>
    <w:p w:rsidR="008D5BE0" w:rsidRPr="007B3753" w:rsidRDefault="008D5BE0">
      <w:pPr>
        <w:rPr>
          <w:sz w:val="28"/>
          <w:szCs w:val="28"/>
          <w:lang w:val="it-IT"/>
        </w:rPr>
      </w:pPr>
      <w:r w:rsidRPr="007B3753">
        <w:rPr>
          <w:sz w:val="28"/>
          <w:szCs w:val="28"/>
          <w:lang w:val="it-IT"/>
        </w:rPr>
        <w:t>Clasa:XI B</w:t>
      </w:r>
      <w:r w:rsidRPr="007B3753">
        <w:rPr>
          <w:sz w:val="28"/>
          <w:szCs w:val="28"/>
          <w:lang w:val="it-IT"/>
        </w:rPr>
        <w:tab/>
        <w:t xml:space="preserve">   </w:t>
      </w:r>
    </w:p>
    <w:p w:rsidR="008D5BE0" w:rsidRPr="007B3753" w:rsidRDefault="008D5BE0">
      <w:pPr>
        <w:rPr>
          <w:sz w:val="28"/>
          <w:szCs w:val="28"/>
          <w:lang w:val="it-IT"/>
        </w:rPr>
      </w:pPr>
    </w:p>
    <w:p w:rsidR="008D5BE0" w:rsidRPr="007B3753" w:rsidRDefault="008D5BE0">
      <w:pPr>
        <w:rPr>
          <w:b/>
          <w:bCs/>
          <w:sz w:val="24"/>
          <w:szCs w:val="24"/>
          <w:lang w:val="it-IT"/>
        </w:rPr>
      </w:pPr>
      <w:r w:rsidRPr="007B3753">
        <w:rPr>
          <w:sz w:val="28"/>
          <w:szCs w:val="28"/>
          <w:lang w:val="it-IT"/>
        </w:rPr>
        <w:t xml:space="preserve">                                                </w:t>
      </w:r>
      <w:r w:rsidRPr="00CC4BB4">
        <w:rPr>
          <w:b/>
          <w:bCs/>
          <w:sz w:val="32"/>
          <w:szCs w:val="32"/>
          <w:u w:val="single"/>
        </w:rPr>
        <w:t>Test de evaluare</w:t>
      </w:r>
      <w:r w:rsidRPr="00CC4BB4">
        <w:rPr>
          <w:sz w:val="32"/>
          <w:szCs w:val="32"/>
        </w:rPr>
        <w:br/>
      </w:r>
      <w:r>
        <w:br/>
        <w:t>Of. 3 Pct.</w:t>
      </w:r>
      <w:r>
        <w:br/>
      </w:r>
      <w:r>
        <w:br/>
      </w:r>
      <w:r w:rsidRPr="00CC4BB4">
        <w:rPr>
          <w:b/>
          <w:bCs/>
          <w:sz w:val="28"/>
          <w:szCs w:val="28"/>
        </w:rPr>
        <w:t>I Răspundeţi pe scurt la următoarele întrebări:</w:t>
      </w:r>
      <w:r w:rsidRPr="00CC4BB4">
        <w:rPr>
          <w:b/>
          <w:bCs/>
          <w:sz w:val="28"/>
          <w:szCs w:val="28"/>
        </w:rPr>
        <w:br/>
      </w:r>
      <w:r>
        <w:br/>
      </w:r>
      <w:r w:rsidRPr="00CC4BB4">
        <w:rPr>
          <w:b/>
          <w:bCs/>
          <w:sz w:val="28"/>
          <w:szCs w:val="28"/>
        </w:rPr>
        <w:t xml:space="preserve">1. Ce sînt funcţiile Excel? </w:t>
      </w:r>
      <w:r>
        <w:t>1.5 Pct.</w:t>
      </w:r>
      <w:r>
        <w:br/>
      </w:r>
      <w:r>
        <w:br/>
      </w:r>
      <w:r w:rsidRPr="007B3753">
        <w:rPr>
          <w:color w:val="0000FF"/>
        </w:rPr>
        <w:t>1. Functiile sunt formule predefinite care efectueaza calcule utilizând anumite valori, numite argumente, într-o anumita ordine, sau structura. Functiile pot fi utilizate pentru efectuarea unor calcule simple sau complexe.</w:t>
      </w:r>
      <w:r>
        <w:br/>
      </w:r>
      <w:r>
        <w:br/>
      </w:r>
      <w:r w:rsidRPr="007B3753">
        <w:rPr>
          <w:b/>
          <w:bCs/>
          <w:sz w:val="28"/>
          <w:szCs w:val="28"/>
          <w:lang w:val="it-IT"/>
        </w:rPr>
        <w:t>2. De ce tip pot fi argumentele?</w:t>
      </w:r>
      <w:r w:rsidRPr="007B3753">
        <w:rPr>
          <w:b/>
          <w:bCs/>
          <w:sz w:val="28"/>
          <w:szCs w:val="28"/>
          <w:lang w:val="it-IT"/>
        </w:rPr>
        <w:br/>
      </w:r>
      <w:r w:rsidRPr="007B3753">
        <w:rPr>
          <w:lang w:val="it-IT"/>
        </w:rPr>
        <w:br/>
      </w:r>
      <w:r w:rsidRPr="007B3753">
        <w:rPr>
          <w:color w:val="0000FF"/>
          <w:lang w:val="it-IT"/>
        </w:rPr>
        <w:t>2. Argumentele pot fi: numere, text, valori logice ca TRUE sau FALSE, matrice, valori de eroare ca #N/A sau referinte la celula. Argumentul precizat trebuie sa produca o valoare corecta pentru acel argument. Argumentele pot fi fi constante, formule sau alte functii.</w:t>
      </w:r>
      <w:r w:rsidRPr="007B3753">
        <w:rPr>
          <w:color w:val="0000FF"/>
          <w:lang w:val="it-IT"/>
        </w:rPr>
        <w:br/>
      </w:r>
      <w:r w:rsidRPr="007B3753">
        <w:rPr>
          <w:lang w:val="it-IT"/>
        </w:rPr>
        <w:br/>
      </w:r>
      <w:r w:rsidRPr="007B3753">
        <w:rPr>
          <w:b/>
          <w:bCs/>
          <w:sz w:val="28"/>
          <w:szCs w:val="28"/>
          <w:lang w:val="it-IT"/>
        </w:rPr>
        <w:t>3. Ce modalităţi de introducere a unei funcţii există?</w:t>
      </w:r>
      <w:r w:rsidRPr="007B3753">
        <w:rPr>
          <w:lang w:val="it-IT"/>
        </w:rPr>
        <w:br/>
      </w:r>
      <w:r w:rsidRPr="007B3753">
        <w:rPr>
          <w:lang w:val="it-IT"/>
        </w:rPr>
        <w:br/>
      </w:r>
      <w:r>
        <w:rPr>
          <w:color w:val="0000FF"/>
          <w:lang w:val="it-IT"/>
        </w:rPr>
        <w:t>3.Putem introduce</w:t>
      </w:r>
      <w:r w:rsidRPr="007B3753">
        <w:rPr>
          <w:color w:val="0000FF"/>
          <w:lang w:val="it-IT"/>
        </w:rPr>
        <w:t xml:space="preserve"> functiile fie scriindu-le in celule, fie cu ajutorul vrajitorul Function Wizard.</w:t>
      </w:r>
      <w:r w:rsidRPr="007B3753">
        <w:rPr>
          <w:color w:val="0000FF"/>
          <w:lang w:val="it-IT"/>
        </w:rPr>
        <w:br/>
      </w:r>
      <w:r w:rsidRPr="007B3753">
        <w:rPr>
          <w:lang w:val="it-IT"/>
        </w:rPr>
        <w:br/>
      </w:r>
      <w:r w:rsidRPr="007B3753">
        <w:rPr>
          <w:b/>
          <w:bCs/>
          <w:sz w:val="28"/>
          <w:szCs w:val="28"/>
          <w:lang w:val="it-IT"/>
        </w:rPr>
        <w:t>II Alegeţi variantele corecte la următoarele întrebări (pot fi mai multe răspunsuri corecte!)</w:t>
      </w:r>
      <w:r w:rsidRPr="007B3753">
        <w:rPr>
          <w:lang w:val="it-IT"/>
        </w:rPr>
        <w:t>: 2.5 Pct.</w:t>
      </w:r>
      <w:r w:rsidRPr="007B3753">
        <w:rPr>
          <w:lang w:val="it-IT"/>
        </w:rPr>
        <w:br/>
      </w:r>
      <w:r w:rsidRPr="007B3753">
        <w:rPr>
          <w:lang w:val="it-IT"/>
        </w:rPr>
        <w:br/>
      </w:r>
      <w:r w:rsidRPr="007B3753">
        <w:rPr>
          <w:b/>
          <w:bCs/>
          <w:sz w:val="24"/>
          <w:szCs w:val="24"/>
          <w:lang w:val="it-IT"/>
        </w:rPr>
        <w:t>1. O funcţie se caracterizează prin:</w:t>
      </w:r>
      <w:r w:rsidRPr="007B3753">
        <w:rPr>
          <w:lang w:val="it-IT"/>
        </w:rPr>
        <w:br/>
        <w:t>a) începe întotdeauna cu semnul „=”</w:t>
      </w:r>
      <w:r w:rsidRPr="007B3753">
        <w:rPr>
          <w:lang w:val="it-IT"/>
        </w:rPr>
        <w:br/>
        <w:t>b) are un nume</w:t>
      </w:r>
      <w:r w:rsidRPr="007B3753">
        <w:rPr>
          <w:lang w:val="it-IT"/>
        </w:rPr>
        <w:br/>
        <w:t>c) are un număr fix de argumente</w:t>
      </w:r>
      <w:r w:rsidRPr="007B3753">
        <w:rPr>
          <w:lang w:val="it-IT"/>
        </w:rPr>
        <w:br/>
      </w:r>
      <w:r w:rsidRPr="007B3753">
        <w:rPr>
          <w:lang w:val="it-IT"/>
        </w:rPr>
        <w:br/>
      </w:r>
      <w:r w:rsidRPr="007B3753">
        <w:rPr>
          <w:color w:val="0000FF"/>
          <w:lang w:val="it-IT"/>
        </w:rPr>
        <w:t>1. a, b</w:t>
      </w:r>
      <w:r w:rsidRPr="007B3753">
        <w:rPr>
          <w:color w:val="0000FF"/>
          <w:lang w:val="it-IT"/>
        </w:rPr>
        <w:br/>
      </w:r>
      <w:r w:rsidRPr="007B3753">
        <w:rPr>
          <w:lang w:val="it-IT"/>
        </w:rPr>
        <w:br/>
      </w:r>
      <w:r w:rsidRPr="007B3753">
        <w:rPr>
          <w:b/>
          <w:bCs/>
          <w:sz w:val="24"/>
          <w:szCs w:val="24"/>
          <w:lang w:val="it-IT"/>
        </w:rPr>
        <w:t>2. Tipurile de argumente ale unei funcţii pot fi:</w:t>
      </w:r>
      <w:r w:rsidRPr="007B3753">
        <w:rPr>
          <w:lang w:val="it-IT"/>
        </w:rPr>
        <w:br/>
        <w:t>a) numere şi text</w:t>
      </w:r>
      <w:r w:rsidRPr="007B3753">
        <w:rPr>
          <w:lang w:val="it-IT"/>
        </w:rPr>
        <w:br/>
        <w:t>b) valori logice dar nu şi valori eronate</w:t>
      </w:r>
      <w:r w:rsidRPr="007B3753">
        <w:rPr>
          <w:lang w:val="it-IT"/>
        </w:rPr>
        <w:br/>
        <w:t>c) funcţii şi referinţe la alte celule</w:t>
      </w:r>
      <w:r w:rsidRPr="007B3753">
        <w:rPr>
          <w:lang w:val="it-IT"/>
        </w:rPr>
        <w:br/>
      </w:r>
      <w:r w:rsidRPr="007B3753">
        <w:rPr>
          <w:lang w:val="it-IT"/>
        </w:rPr>
        <w:br/>
      </w:r>
      <w:r w:rsidRPr="007B3753">
        <w:rPr>
          <w:color w:val="0000FF"/>
          <w:lang w:val="it-IT"/>
        </w:rPr>
        <w:t>2.a,b,c</w:t>
      </w:r>
      <w:r w:rsidRPr="007B3753">
        <w:rPr>
          <w:color w:val="0000FF"/>
          <w:lang w:val="it-IT"/>
        </w:rPr>
        <w:br/>
      </w:r>
    </w:p>
    <w:p w:rsidR="008D5BE0" w:rsidRPr="007B3753" w:rsidRDefault="008D5BE0">
      <w:pPr>
        <w:rPr>
          <w:lang w:val="it-IT"/>
        </w:rPr>
      </w:pPr>
      <w:r w:rsidRPr="007B3753">
        <w:rPr>
          <w:b/>
          <w:bCs/>
          <w:sz w:val="24"/>
          <w:szCs w:val="24"/>
          <w:lang w:val="it-IT"/>
        </w:rPr>
        <w:t>3. Care din următoarele funcţii pentru adunarea celulelor de la B1 la B5 sînt eronate:</w:t>
      </w:r>
      <w:r w:rsidRPr="007B3753">
        <w:rPr>
          <w:lang w:val="it-IT"/>
        </w:rPr>
        <w:br/>
        <w:t>a) =Sum(B1:B5)</w:t>
      </w:r>
      <w:r w:rsidRPr="007B3753">
        <w:rPr>
          <w:lang w:val="it-IT"/>
        </w:rPr>
        <w:br/>
        <w:t>b) =Sum(B1,B2,B3,B4,B5)</w:t>
      </w:r>
      <w:r w:rsidRPr="007B3753">
        <w:rPr>
          <w:lang w:val="it-IT"/>
        </w:rPr>
        <w:br/>
        <w:t>c) =Sum(B1;B5)</w:t>
      </w:r>
      <w:r w:rsidRPr="007B3753">
        <w:rPr>
          <w:lang w:val="it-IT"/>
        </w:rPr>
        <w:br/>
      </w:r>
    </w:p>
    <w:p w:rsidR="008D5BE0" w:rsidRPr="007B3753" w:rsidRDefault="008D5BE0">
      <w:pPr>
        <w:rPr>
          <w:color w:val="0000FF"/>
          <w:lang w:val="it-IT"/>
        </w:rPr>
      </w:pPr>
      <w:r w:rsidRPr="007B3753">
        <w:rPr>
          <w:color w:val="0000FF"/>
          <w:lang w:val="it-IT"/>
        </w:rPr>
        <w:t>3.a,c</w:t>
      </w:r>
    </w:p>
    <w:p w:rsidR="008D5BE0" w:rsidRPr="007B3753" w:rsidRDefault="008D5BE0">
      <w:pPr>
        <w:rPr>
          <w:lang w:val="it-IT"/>
        </w:rPr>
      </w:pPr>
      <w:r w:rsidRPr="007B3753">
        <w:rPr>
          <w:lang w:val="it-IT"/>
        </w:rPr>
        <w:br/>
      </w:r>
      <w:r w:rsidRPr="007B3753">
        <w:rPr>
          <w:b/>
          <w:bCs/>
          <w:sz w:val="24"/>
          <w:szCs w:val="24"/>
          <w:lang w:val="it-IT"/>
        </w:rPr>
        <w:t>4. Alegeţi variantele corecte pentru funcţia Mod:</w:t>
      </w:r>
      <w:r w:rsidRPr="007B3753">
        <w:rPr>
          <w:b/>
          <w:bCs/>
          <w:sz w:val="24"/>
          <w:szCs w:val="24"/>
          <w:lang w:val="it-IT"/>
        </w:rPr>
        <w:br/>
      </w:r>
      <w:r w:rsidRPr="007B3753">
        <w:rPr>
          <w:lang w:val="it-IT"/>
        </w:rPr>
        <w:t>a) =Mod(34, A2)</w:t>
      </w:r>
      <w:r w:rsidRPr="007B3753">
        <w:rPr>
          <w:lang w:val="it-IT"/>
        </w:rPr>
        <w:br/>
        <w:t>b) =Mod(25,5,3)</w:t>
      </w:r>
      <w:r w:rsidRPr="007B3753">
        <w:rPr>
          <w:lang w:val="it-IT"/>
        </w:rPr>
        <w:br/>
        <w:t>c) =Mod(42,5)</w:t>
      </w:r>
      <w:r w:rsidRPr="007B3753">
        <w:rPr>
          <w:lang w:val="it-IT"/>
        </w:rPr>
        <w:br/>
      </w:r>
    </w:p>
    <w:p w:rsidR="008D5BE0" w:rsidRPr="007B3753" w:rsidRDefault="008D5BE0">
      <w:pPr>
        <w:rPr>
          <w:color w:val="0000FF"/>
        </w:rPr>
      </w:pPr>
      <w:r w:rsidRPr="007B3753">
        <w:rPr>
          <w:color w:val="0000FF"/>
          <w:lang w:val="it-IT"/>
        </w:rPr>
        <w:t>4.b</w:t>
      </w:r>
      <w:r w:rsidRPr="007B3753">
        <w:rPr>
          <w:color w:val="0000FF"/>
          <w:lang w:val="it-IT"/>
        </w:rPr>
        <w:br/>
      </w:r>
      <w:r w:rsidRPr="007B3753">
        <w:rPr>
          <w:lang w:val="it-IT"/>
        </w:rPr>
        <w:br/>
      </w:r>
      <w:r w:rsidRPr="007B3753">
        <w:rPr>
          <w:b/>
          <w:bCs/>
          <w:sz w:val="24"/>
          <w:szCs w:val="24"/>
          <w:lang w:val="it-IT"/>
        </w:rPr>
        <w:t>5.Ce efect are modificarea datelor care intră într-o formulă?</w:t>
      </w:r>
      <w:r w:rsidRPr="007B3753">
        <w:rPr>
          <w:b/>
          <w:bCs/>
          <w:sz w:val="24"/>
          <w:szCs w:val="24"/>
          <w:lang w:val="it-IT"/>
        </w:rPr>
        <w:br/>
      </w:r>
      <w:r w:rsidRPr="007B3753">
        <w:rPr>
          <w:lang w:val="it-IT"/>
        </w:rPr>
        <w:t>a) Se modifica si rezultatul</w:t>
      </w:r>
      <w:r w:rsidRPr="007B3753">
        <w:rPr>
          <w:lang w:val="it-IT"/>
        </w:rPr>
        <w:br/>
        <w:t>b) Rezultatul ramine acelasi</w:t>
      </w:r>
      <w:r w:rsidRPr="007B3753">
        <w:rPr>
          <w:lang w:val="it-IT"/>
        </w:rPr>
        <w:br/>
      </w:r>
      <w:r w:rsidRPr="007B3753">
        <w:rPr>
          <w:lang w:val="it-IT"/>
        </w:rPr>
        <w:br/>
      </w:r>
      <w:r w:rsidRPr="007B3753">
        <w:rPr>
          <w:color w:val="0000FF"/>
          <w:lang w:val="it-IT"/>
        </w:rPr>
        <w:t>5.a</w:t>
      </w:r>
      <w:r w:rsidRPr="007B3753">
        <w:rPr>
          <w:color w:val="0000FF"/>
          <w:lang w:val="it-IT"/>
        </w:rPr>
        <w:br/>
      </w:r>
      <w:r w:rsidRPr="007B3753">
        <w:rPr>
          <w:lang w:val="it-IT"/>
        </w:rPr>
        <w:br/>
      </w:r>
      <w:r w:rsidRPr="007B3753">
        <w:rPr>
          <w:lang w:val="it-IT"/>
        </w:rPr>
        <w:br/>
      </w:r>
      <w:r w:rsidRPr="007B3753">
        <w:rPr>
          <w:b/>
          <w:bCs/>
          <w:sz w:val="24"/>
          <w:szCs w:val="24"/>
          <w:lang w:val="it-IT"/>
        </w:rPr>
        <w:t xml:space="preserve">III Descrieţi următoarele funcţii: </w:t>
      </w:r>
      <w:r w:rsidRPr="007B3753">
        <w:rPr>
          <w:lang w:val="it-IT"/>
        </w:rPr>
        <w:t>3 Pct.</w:t>
      </w:r>
      <w:r w:rsidRPr="007B3753">
        <w:rPr>
          <w:lang w:val="it-IT"/>
        </w:rPr>
        <w:br/>
      </w:r>
      <w:r>
        <w:t>ABS, AVERAGE, COUNTIF, MID, IF, ISNONTEXT</w:t>
      </w:r>
      <w:r>
        <w:br/>
      </w:r>
      <w:r>
        <w:br/>
      </w:r>
      <w:r w:rsidRPr="007B3753">
        <w:rPr>
          <w:color w:val="0000FF"/>
        </w:rPr>
        <w:t>III.(Functia ABS)</w:t>
      </w:r>
      <w:r w:rsidRPr="007B3753">
        <w:rPr>
          <w:color w:val="0000FF"/>
        </w:rPr>
        <w:br/>
        <w:t xml:space="preserve">-Intoarce valoarea absoluta a unui numar. </w:t>
      </w:r>
      <w:r w:rsidRPr="007B3753">
        <w:rPr>
          <w:color w:val="0000FF"/>
          <w:lang w:val="it-IT"/>
        </w:rPr>
        <w:t>Valoarea absoluta a unui numar este numarul fara semnul sau algebric.</w:t>
      </w:r>
      <w:r w:rsidRPr="007B3753">
        <w:rPr>
          <w:color w:val="0000FF"/>
          <w:lang w:val="it-IT"/>
        </w:rPr>
        <w:br/>
        <w:t>Functia AVERAGE</w:t>
      </w:r>
      <w:r w:rsidRPr="007B3753">
        <w:rPr>
          <w:color w:val="0000FF"/>
          <w:lang w:val="it-IT"/>
        </w:rPr>
        <w:br/>
        <w:t>-Returneaza media (media aritmetica) a argumentelor. De exemplu, daca zona A1:A20 contine numere, formula =AVERAGE(A1:A20) returneaza media acelor numere.</w:t>
      </w:r>
      <w:r w:rsidRPr="007B3753">
        <w:rPr>
          <w:color w:val="0000FF"/>
          <w:lang w:val="it-IT"/>
        </w:rPr>
        <w:br/>
        <w:t>Functia COUNTIF</w:t>
      </w:r>
      <w:r w:rsidRPr="007B3753">
        <w:rPr>
          <w:color w:val="0000FF"/>
          <w:lang w:val="it-IT"/>
        </w:rPr>
        <w:br/>
        <w:t>-Functia COUNTIF contorizeaza numarul de celule dintr-un interval care respecta un singur criteriu pe care îl specificati.</w:t>
      </w:r>
      <w:r w:rsidRPr="007B3753">
        <w:rPr>
          <w:color w:val="0000FF"/>
          <w:lang w:val="it-IT"/>
        </w:rPr>
        <w:br/>
        <w:t>Functiile MID</w:t>
      </w:r>
      <w:r w:rsidRPr="007B3753">
        <w:rPr>
          <w:color w:val="0000FF"/>
          <w:lang w:val="it-IT"/>
        </w:rPr>
        <w:br/>
        <w:t>-MID întoarce un anumit numar de caractere dintr-un sir de text, începând din pozitia specificata, pe baza numarului de caractere specificat.</w:t>
      </w:r>
      <w:r w:rsidRPr="007B3753">
        <w:rPr>
          <w:color w:val="0000FF"/>
          <w:lang w:val="it-IT"/>
        </w:rPr>
        <w:br/>
        <w:t>IF (Functia IF)</w:t>
      </w:r>
      <w:r w:rsidRPr="007B3753">
        <w:rPr>
          <w:color w:val="0000FF"/>
          <w:lang w:val="it-IT"/>
        </w:rPr>
        <w:br/>
        <w:t>-Daca functia IF returneaza o valoare daca o conditie pe care o specificati se evalueaza la TRUE si alta valoare daca acea conditie se evalueaza la FALSE. De exemplu, formula =IF(A1&gt;10; "Mai mare ca 10"; "10 sau mai putin") returneaza [ "Mai mare ca 10" daca A1 este mai mare ca 10 si "10 sau mai putin" daca A1 este mai mica sau egala cu 10.În Excel, funcţia ISNONTEXT pot fi folosite pentru a verifica o valoare care nu este text. Sintaxa pentru funcţia de ISNONTEXT este: ISNONTEXT (valoare) este valoarea pe care doriţi să o testaţi. Dacă valoarea nu este text, această funcţie va întoarce TRUE. În caz contrar, acesta va returna FALSE.</w:t>
      </w:r>
      <w:r w:rsidRPr="007B3753">
        <w:rPr>
          <w:color w:val="0000FF"/>
          <w:lang w:val="it-IT"/>
        </w:rPr>
        <w:br/>
      </w:r>
      <w:r w:rsidRPr="007B3753">
        <w:rPr>
          <w:color w:val="0000FF"/>
        </w:rPr>
        <w:t>Se aplică la:</w:t>
      </w:r>
      <w:r w:rsidRPr="007B3753">
        <w:rPr>
          <w:color w:val="0000FF"/>
        </w:rPr>
        <w:br/>
        <w:t>• Excel 2007, Excel 2003, Excel XP, Excel 2000</w:t>
      </w:r>
    </w:p>
    <w:sectPr w:rsidR="008D5BE0" w:rsidRPr="007B3753" w:rsidSect="00FB08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4BB4"/>
    <w:rsid w:val="004D0262"/>
    <w:rsid w:val="00527A3A"/>
    <w:rsid w:val="007B3753"/>
    <w:rsid w:val="008D5BE0"/>
    <w:rsid w:val="00AE0AB3"/>
    <w:rsid w:val="00CC4BB4"/>
    <w:rsid w:val="00FB08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86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Pages>
  <Words>455</Words>
  <Characters>2599</Characters>
  <Application>Microsoft Office Outlook</Application>
  <DocSecurity>0</DocSecurity>
  <Lines>0</Lines>
  <Paragraphs>0</Paragraphs>
  <ScaleCrop>false</ScaleCrop>
  <Company>Ministerul Educatiei si Cercetarii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Elev:BOLFEA IULIAN</dc:title>
  <dc:subject/>
  <dc:creator>Cata</dc:creator>
  <cp:keywords/>
  <dc:description/>
  <cp:lastModifiedBy>elev_2</cp:lastModifiedBy>
  <cp:revision>2</cp:revision>
  <dcterms:created xsi:type="dcterms:W3CDTF">2010-12-10T07:12:00Z</dcterms:created>
  <dcterms:modified xsi:type="dcterms:W3CDTF">2010-12-10T07:12:00Z</dcterms:modified>
</cp:coreProperties>
</file>